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1E1" w:rsidRPr="00122F1C" w:rsidRDefault="005A51E1" w:rsidP="00140773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6" type="#_x0000_t75" alt="humanize.jpg" style="position:absolute;margin-left:-14.15pt;margin-top:-50.3pt;width:467.75pt;height:350.45pt;z-index:251658240;visibility:visible" wrapcoords="-35 0 -35 21554 21600 21554 21600 0 -35 0">
            <v:imagedata r:id="rId4" o:title=""/>
            <w10:wrap type="through"/>
          </v:shape>
        </w:pict>
      </w:r>
    </w:p>
    <w:sectPr w:rsidR="005A51E1" w:rsidRPr="00122F1C" w:rsidSect="000B7C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57F7"/>
    <w:rsid w:val="000B4BCD"/>
    <w:rsid w:val="000B7C3B"/>
    <w:rsid w:val="00122F1C"/>
    <w:rsid w:val="00140773"/>
    <w:rsid w:val="001557F7"/>
    <w:rsid w:val="002363E9"/>
    <w:rsid w:val="003028EC"/>
    <w:rsid w:val="003A47F3"/>
    <w:rsid w:val="00584DFB"/>
    <w:rsid w:val="00597172"/>
    <w:rsid w:val="005A51E1"/>
    <w:rsid w:val="006E2E49"/>
    <w:rsid w:val="007E78A4"/>
    <w:rsid w:val="009B5EED"/>
    <w:rsid w:val="009C7D23"/>
    <w:rsid w:val="00C937DE"/>
    <w:rsid w:val="00D164C1"/>
    <w:rsid w:val="00DF3E86"/>
    <w:rsid w:val="00E97B92"/>
    <w:rsid w:val="00F133FA"/>
    <w:rsid w:val="00F71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C3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55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557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0</Words>
  <Characters>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</dc:creator>
  <cp:keywords/>
  <dc:description/>
  <cp:lastModifiedBy>Student</cp:lastModifiedBy>
  <cp:revision>2</cp:revision>
  <dcterms:created xsi:type="dcterms:W3CDTF">2012-07-19T02:38:00Z</dcterms:created>
  <dcterms:modified xsi:type="dcterms:W3CDTF">2012-07-19T02:38:00Z</dcterms:modified>
</cp:coreProperties>
</file>